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0490" w:type="dxa"/>
        <w:tblInd w:w="-459" w:type="dxa"/>
        <w:tblLook w:val="04A0" w:firstRow="1" w:lastRow="0" w:firstColumn="1" w:lastColumn="0" w:noHBand="0" w:noVBand="1"/>
      </w:tblPr>
      <w:tblGrid>
        <w:gridCol w:w="10490"/>
      </w:tblGrid>
      <w:tr w:rsidR="007E2326" w:rsidRPr="007E2326" w:rsidTr="007E2326">
        <w:trPr>
          <w:trHeight w:val="2969"/>
        </w:trPr>
        <w:tc>
          <w:tcPr>
            <w:tcW w:w="10490" w:type="dxa"/>
          </w:tcPr>
          <w:p w:rsidR="007E2326" w:rsidRPr="00577172" w:rsidRDefault="007E2326" w:rsidP="007E2326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eastAsia="it-IT"/>
              </w:rPr>
              <w:drawing>
                <wp:anchor distT="0" distB="0" distL="114300" distR="114300" simplePos="0" relativeHeight="251676672" behindDoc="0" locked="0" layoutInCell="1" allowOverlap="1" wp14:anchorId="67C798B1" wp14:editId="6F399D62">
                  <wp:simplePos x="0" y="0"/>
                  <wp:positionH relativeFrom="column">
                    <wp:posOffset>2952528</wp:posOffset>
                  </wp:positionH>
                  <wp:positionV relativeFrom="paragraph">
                    <wp:posOffset>80586</wp:posOffset>
                  </wp:positionV>
                  <wp:extent cx="538167" cy="606056"/>
                  <wp:effectExtent l="0" t="0" r="0" b="3810"/>
                  <wp:wrapNone/>
                  <wp:docPr id="1" name="Immagine 1" descr="C:\Users\utente\Desktop\stemm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ente\Desktop\stemm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122" cy="609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E2326" w:rsidRDefault="007E2326" w:rsidP="00465A38">
            <w:pPr>
              <w:jc w:val="center"/>
              <w:rPr>
                <w:b/>
                <w:sz w:val="32"/>
                <w:szCs w:val="32"/>
              </w:rPr>
            </w:pPr>
          </w:p>
          <w:p w:rsidR="007E2326" w:rsidRDefault="007E2326" w:rsidP="0057717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ascii="Verdana" w:hAnsi="Verdana"/>
                <w:noProof/>
                <w:lang w:eastAsia="it-IT"/>
              </w:rPr>
              <w:drawing>
                <wp:anchor distT="0" distB="0" distL="114300" distR="114300" simplePos="0" relativeHeight="251674624" behindDoc="0" locked="0" layoutInCell="1" allowOverlap="1" wp14:anchorId="7F122117" wp14:editId="758C5AA6">
                  <wp:simplePos x="0" y="0"/>
                  <wp:positionH relativeFrom="column">
                    <wp:posOffset>37938</wp:posOffset>
                  </wp:positionH>
                  <wp:positionV relativeFrom="paragraph">
                    <wp:posOffset>191770</wp:posOffset>
                  </wp:positionV>
                  <wp:extent cx="892810" cy="892810"/>
                  <wp:effectExtent l="0" t="0" r="2540" b="2540"/>
                  <wp:wrapNone/>
                  <wp:docPr id="2" name="Immagine 2" descr="Logo of the scho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of the scho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810" cy="892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E2326" w:rsidRPr="007E2326" w:rsidRDefault="007E2326" w:rsidP="007E23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Verdana" w:hAnsi="Verdana"/>
                <w:noProof/>
                <w:lang w:eastAsia="it-IT"/>
              </w:rPr>
              <w:drawing>
                <wp:anchor distT="0" distB="0" distL="114300" distR="114300" simplePos="0" relativeHeight="251675648" behindDoc="0" locked="0" layoutInCell="1" allowOverlap="1" wp14:anchorId="03D88C0C" wp14:editId="25816880">
                  <wp:simplePos x="0" y="0"/>
                  <wp:positionH relativeFrom="column">
                    <wp:posOffset>5489575</wp:posOffset>
                  </wp:positionH>
                  <wp:positionV relativeFrom="paragraph">
                    <wp:posOffset>3013</wp:posOffset>
                  </wp:positionV>
                  <wp:extent cx="1031240" cy="669290"/>
                  <wp:effectExtent l="0" t="0" r="0" b="0"/>
                  <wp:wrapNone/>
                  <wp:docPr id="3" name="Immagine 3" descr="bandiera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ndiera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669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E2326">
              <w:rPr>
                <w:b/>
                <w:sz w:val="28"/>
                <w:szCs w:val="28"/>
              </w:rPr>
              <w:t>ISTITUTO DI ISTRUZIONE SECONDARIA SUPERIORE</w:t>
            </w:r>
          </w:p>
          <w:p w:rsidR="007E2326" w:rsidRPr="00577172" w:rsidRDefault="007E2326" w:rsidP="007E2326">
            <w:pPr>
              <w:jc w:val="center"/>
              <w:rPr>
                <w:b/>
                <w:sz w:val="28"/>
                <w:szCs w:val="28"/>
              </w:rPr>
            </w:pPr>
            <w:r w:rsidRPr="00577172">
              <w:rPr>
                <w:b/>
                <w:sz w:val="28"/>
                <w:szCs w:val="28"/>
              </w:rPr>
              <w:t>“Cataldo Agostinelli”</w:t>
            </w:r>
          </w:p>
          <w:p w:rsidR="007E2326" w:rsidRPr="007E2326" w:rsidRDefault="007E2326" w:rsidP="007E2326">
            <w:pPr>
              <w:jc w:val="center"/>
              <w:rPr>
                <w:sz w:val="18"/>
                <w:szCs w:val="18"/>
              </w:rPr>
            </w:pPr>
            <w:r w:rsidRPr="007E2326">
              <w:rPr>
                <w:sz w:val="18"/>
                <w:szCs w:val="18"/>
              </w:rPr>
              <w:t>Comprensivo di: Liceo Classico/Scientifico – I.T.E.S. – I.P.S.S.S. – I.P.S.I.A – I.P.S.E.O.A</w:t>
            </w:r>
          </w:p>
          <w:p w:rsidR="007E2326" w:rsidRPr="007E2326" w:rsidRDefault="007E2326" w:rsidP="007E2326">
            <w:pPr>
              <w:jc w:val="center"/>
              <w:rPr>
                <w:b/>
              </w:rPr>
            </w:pPr>
            <w:r w:rsidRPr="007E2326">
              <w:rPr>
                <w:b/>
              </w:rPr>
              <w:t>Via Ovidio – 72013 Ceglie Messapica (BR)</w:t>
            </w:r>
          </w:p>
          <w:p w:rsidR="007E2326" w:rsidRPr="009044D2" w:rsidRDefault="007E2326" w:rsidP="007E2326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it-IT"/>
              </w:rPr>
            </w:pPr>
            <w:r w:rsidRPr="009044D2">
              <w:rPr>
                <w:rFonts w:ascii="Arial" w:eastAsia="Times New Roman" w:hAnsi="Arial" w:cs="Arial"/>
                <w:b/>
                <w:sz w:val="18"/>
                <w:szCs w:val="18"/>
                <w:lang w:val="en-US" w:eastAsia="it-IT"/>
              </w:rPr>
              <w:t>C.F. 90015850747</w:t>
            </w:r>
          </w:p>
          <w:p w:rsidR="007E2326" w:rsidRDefault="007E2326" w:rsidP="007E2326">
            <w:pPr>
              <w:ind w:right="-71"/>
              <w:jc w:val="center"/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val="en-US" w:eastAsia="it-IT"/>
              </w:rPr>
            </w:pPr>
            <w:r w:rsidRPr="007E2326">
              <w:rPr>
                <w:sz w:val="20"/>
                <w:szCs w:val="20"/>
                <w:lang w:val="en-US"/>
              </w:rPr>
              <w:t xml:space="preserve">Email: </w:t>
            </w:r>
            <w:hyperlink r:id="rId10" w:history="1">
              <w:r w:rsidRPr="007E2326">
                <w:rPr>
                  <w:rStyle w:val="Collegamentoipertestuale"/>
                  <w:sz w:val="20"/>
                  <w:szCs w:val="20"/>
                  <w:lang w:val="en-US"/>
                </w:rPr>
                <w:t>bris006001@istruzione.it</w:t>
              </w:r>
            </w:hyperlink>
            <w:r w:rsidRPr="007E2326">
              <w:rPr>
                <w:sz w:val="20"/>
                <w:szCs w:val="20"/>
                <w:lang w:val="en-US"/>
              </w:rPr>
              <w:t xml:space="preserve"> – </w:t>
            </w:r>
            <w:hyperlink r:id="rId11" w:history="1">
              <w:r w:rsidRPr="007E2326">
                <w:rPr>
                  <w:rStyle w:val="Collegamentoipertestuale"/>
                  <w:sz w:val="20"/>
                  <w:szCs w:val="20"/>
                  <w:lang w:val="en-US"/>
                </w:rPr>
                <w:t>bris006001@istruzione.it</w:t>
              </w:r>
            </w:hyperlink>
            <w:r w:rsidRPr="009044D2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val="en-US" w:eastAsia="it-IT"/>
              </w:rPr>
              <w:t xml:space="preserve">   </w:t>
            </w:r>
          </w:p>
          <w:p w:rsidR="007E2326" w:rsidRPr="009044D2" w:rsidRDefault="00CA1E30" w:rsidP="007E2326">
            <w:pPr>
              <w:ind w:right="-71"/>
              <w:jc w:val="center"/>
              <w:rPr>
                <w:rFonts w:ascii="Arial" w:eastAsia="Times New Roman" w:hAnsi="Arial" w:cs="Arial"/>
                <w:color w:val="0000FF"/>
                <w:sz w:val="16"/>
                <w:szCs w:val="16"/>
                <w:u w:val="single"/>
                <w:lang w:val="en-US" w:eastAsia="it-IT"/>
              </w:rPr>
            </w:pPr>
            <w:hyperlink r:id="rId12" w:history="1">
              <w:r w:rsidR="007E2326" w:rsidRPr="009044D2">
                <w:rPr>
                  <w:rFonts w:ascii="Arial" w:eastAsia="Times New Roman" w:hAnsi="Arial" w:cs="Arial"/>
                  <w:color w:val="0000FF"/>
                  <w:sz w:val="16"/>
                  <w:szCs w:val="16"/>
                  <w:u w:val="single"/>
                  <w:lang w:val="en-US" w:eastAsia="it-IT"/>
                </w:rPr>
                <w:t>www.istitutoagostinelli.edu.it</w:t>
              </w:r>
            </w:hyperlink>
          </w:p>
          <w:p w:rsidR="007E2326" w:rsidRPr="007E2326" w:rsidRDefault="007E2326" w:rsidP="007E2326">
            <w:pPr>
              <w:jc w:val="center"/>
              <w:rPr>
                <w:sz w:val="20"/>
                <w:szCs w:val="20"/>
                <w:lang w:val="en-US"/>
              </w:rPr>
            </w:pPr>
            <w:r w:rsidRPr="007E2326">
              <w:rPr>
                <w:sz w:val="20"/>
                <w:szCs w:val="20"/>
              </w:rPr>
              <w:sym w:font="Wingdings" w:char="F028"/>
            </w:r>
            <w:r w:rsidRPr="007E2326">
              <w:rPr>
                <w:sz w:val="20"/>
                <w:szCs w:val="20"/>
                <w:lang w:val="en-US"/>
              </w:rPr>
              <w:t xml:space="preserve"> 0831377890 - </w:t>
            </w:r>
            <w:r w:rsidRPr="007E2326">
              <w:rPr>
                <w:sz w:val="20"/>
                <w:szCs w:val="20"/>
              </w:rPr>
              <w:sym w:font="Wingdings 2" w:char="F037"/>
            </w:r>
            <w:r w:rsidRPr="007E2326">
              <w:rPr>
                <w:sz w:val="20"/>
                <w:szCs w:val="20"/>
                <w:lang w:val="en-US"/>
              </w:rPr>
              <w:t xml:space="preserve"> 0831379023</w:t>
            </w:r>
          </w:p>
        </w:tc>
      </w:tr>
    </w:tbl>
    <w:p w:rsidR="00C80220" w:rsidRDefault="00C80220" w:rsidP="009D5495">
      <w:pPr>
        <w:rPr>
          <w:sz w:val="24"/>
          <w:szCs w:val="24"/>
          <w:lang w:val="en-US"/>
        </w:rPr>
      </w:pPr>
    </w:p>
    <w:p w:rsidR="00CA1E30" w:rsidRDefault="00CA1E30" w:rsidP="009D5495">
      <w:pPr>
        <w:rPr>
          <w:sz w:val="24"/>
          <w:szCs w:val="24"/>
          <w:lang w:val="en-US"/>
        </w:rPr>
      </w:pPr>
      <w:bookmarkStart w:id="0" w:name="_GoBack"/>
      <w:bookmarkEnd w:id="0"/>
    </w:p>
    <w:p w:rsidR="00785950" w:rsidRPr="00D65101" w:rsidRDefault="00785950" w:rsidP="00785950">
      <w:pPr>
        <w:pStyle w:val="Paragrafoelenco"/>
        <w:numPr>
          <w:ilvl w:val="0"/>
          <w:numId w:val="1"/>
        </w:numPr>
        <w:rPr>
          <w:b/>
          <w:noProof/>
          <w:sz w:val="28"/>
          <w:szCs w:val="28"/>
          <w:lang w:eastAsia="it-IT"/>
        </w:rPr>
      </w:pPr>
      <w:r w:rsidRPr="00D65101">
        <w:rPr>
          <w:b/>
          <w:noProof/>
          <w:sz w:val="28"/>
          <w:szCs w:val="28"/>
          <w:lang w:eastAsia="it-IT"/>
        </w:rPr>
        <w:t>Griglia di valutazione delle prove a distanza</w:t>
      </w:r>
    </w:p>
    <w:p w:rsidR="00785950" w:rsidRDefault="00785950" w:rsidP="00785950">
      <w:pPr>
        <w:pStyle w:val="Paragrafoelenco"/>
        <w:ind w:left="0"/>
        <w:rPr>
          <w:b/>
          <w:noProof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4"/>
        <w:gridCol w:w="1984"/>
        <w:gridCol w:w="1134"/>
        <w:gridCol w:w="1701"/>
        <w:gridCol w:w="1701"/>
        <w:gridCol w:w="1388"/>
        <w:gridCol w:w="1397"/>
      </w:tblGrid>
      <w:tr w:rsidR="00785950" w:rsidTr="00785950">
        <w:trPr>
          <w:trHeight w:val="637"/>
        </w:trPr>
        <w:tc>
          <w:tcPr>
            <w:tcW w:w="9839" w:type="dxa"/>
            <w:gridSpan w:val="7"/>
            <w:vAlign w:val="center"/>
          </w:tcPr>
          <w:p w:rsidR="00785950" w:rsidRPr="00D65101" w:rsidRDefault="00785950" w:rsidP="00785950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 w:rsidRPr="00D65101">
              <w:rPr>
                <w:noProof/>
                <w:sz w:val="24"/>
                <w:szCs w:val="24"/>
                <w:lang w:eastAsia="it-IT"/>
              </w:rPr>
              <w:t>MATERIA: _______________________________  ALUNNO/A: ____________________________</w:t>
            </w:r>
          </w:p>
        </w:tc>
      </w:tr>
      <w:tr w:rsidR="00785950" w:rsidTr="00D65101">
        <w:trPr>
          <w:trHeight w:val="810"/>
        </w:trPr>
        <w:tc>
          <w:tcPr>
            <w:tcW w:w="534" w:type="dxa"/>
            <w:vAlign w:val="center"/>
          </w:tcPr>
          <w:p w:rsidR="00785950" w:rsidRDefault="00785950" w:rsidP="00D65101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984" w:type="dxa"/>
            <w:vAlign w:val="center"/>
          </w:tcPr>
          <w:p w:rsidR="00785950" w:rsidRDefault="00785950" w:rsidP="00D65101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Descrittori di osservazione</w:t>
            </w:r>
          </w:p>
        </w:tc>
        <w:tc>
          <w:tcPr>
            <w:tcW w:w="1134" w:type="dxa"/>
            <w:vAlign w:val="center"/>
          </w:tcPr>
          <w:p w:rsidR="00785950" w:rsidRDefault="00785950" w:rsidP="00D65101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Nullo 1</w:t>
            </w:r>
          </w:p>
        </w:tc>
        <w:tc>
          <w:tcPr>
            <w:tcW w:w="1701" w:type="dxa"/>
            <w:vAlign w:val="center"/>
          </w:tcPr>
          <w:p w:rsidR="00785950" w:rsidRDefault="00785950" w:rsidP="00D65101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Insufficiente 2</w:t>
            </w:r>
          </w:p>
        </w:tc>
        <w:tc>
          <w:tcPr>
            <w:tcW w:w="1701" w:type="dxa"/>
            <w:vAlign w:val="center"/>
          </w:tcPr>
          <w:p w:rsidR="00785950" w:rsidRDefault="00785950" w:rsidP="00D65101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Sufficiente 3</w:t>
            </w:r>
          </w:p>
        </w:tc>
        <w:tc>
          <w:tcPr>
            <w:tcW w:w="1388" w:type="dxa"/>
            <w:vAlign w:val="center"/>
          </w:tcPr>
          <w:p w:rsidR="00785950" w:rsidRDefault="00785950" w:rsidP="00D65101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Buono 4</w:t>
            </w:r>
          </w:p>
        </w:tc>
        <w:tc>
          <w:tcPr>
            <w:tcW w:w="1397" w:type="dxa"/>
            <w:vAlign w:val="center"/>
          </w:tcPr>
          <w:p w:rsidR="00785950" w:rsidRDefault="00785950" w:rsidP="00D65101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Ottimo 5</w:t>
            </w:r>
          </w:p>
        </w:tc>
      </w:tr>
      <w:tr w:rsidR="00785950" w:rsidTr="007512A6">
        <w:trPr>
          <w:trHeight w:val="1133"/>
        </w:trPr>
        <w:tc>
          <w:tcPr>
            <w:tcW w:w="534" w:type="dxa"/>
            <w:vAlign w:val="center"/>
          </w:tcPr>
          <w:p w:rsidR="00785950" w:rsidRDefault="00785950" w:rsidP="007512A6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1984" w:type="dxa"/>
            <w:vAlign w:val="center"/>
          </w:tcPr>
          <w:p w:rsidR="00785950" w:rsidRDefault="00785950" w:rsidP="00D65101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Padronanza del linguaggio e dei linguaggi specifici</w:t>
            </w:r>
          </w:p>
        </w:tc>
        <w:tc>
          <w:tcPr>
            <w:tcW w:w="1134" w:type="dxa"/>
          </w:tcPr>
          <w:p w:rsidR="00785950" w:rsidRDefault="00785950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:rsidR="00785950" w:rsidRDefault="00785950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:rsidR="00785950" w:rsidRDefault="00785950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388" w:type="dxa"/>
          </w:tcPr>
          <w:p w:rsidR="00785950" w:rsidRDefault="00785950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397" w:type="dxa"/>
          </w:tcPr>
          <w:p w:rsidR="00785950" w:rsidRDefault="00785950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</w:tr>
      <w:tr w:rsidR="00785950" w:rsidTr="007512A6">
        <w:trPr>
          <w:trHeight w:val="1094"/>
        </w:trPr>
        <w:tc>
          <w:tcPr>
            <w:tcW w:w="534" w:type="dxa"/>
            <w:vAlign w:val="center"/>
          </w:tcPr>
          <w:p w:rsidR="00785950" w:rsidRDefault="00785950" w:rsidP="007512A6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B</w:t>
            </w:r>
          </w:p>
        </w:tc>
        <w:tc>
          <w:tcPr>
            <w:tcW w:w="1984" w:type="dxa"/>
            <w:vAlign w:val="center"/>
          </w:tcPr>
          <w:p w:rsidR="00785950" w:rsidRDefault="00785950" w:rsidP="00D65101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Rielaborazione e metodo</w:t>
            </w:r>
          </w:p>
        </w:tc>
        <w:tc>
          <w:tcPr>
            <w:tcW w:w="1134" w:type="dxa"/>
          </w:tcPr>
          <w:p w:rsidR="00785950" w:rsidRDefault="00785950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:rsidR="00785950" w:rsidRDefault="00785950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:rsidR="00785950" w:rsidRDefault="00785950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388" w:type="dxa"/>
          </w:tcPr>
          <w:p w:rsidR="00785950" w:rsidRDefault="00785950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397" w:type="dxa"/>
          </w:tcPr>
          <w:p w:rsidR="00785950" w:rsidRDefault="00785950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</w:tr>
      <w:tr w:rsidR="00785950" w:rsidTr="007512A6">
        <w:trPr>
          <w:trHeight w:val="1124"/>
        </w:trPr>
        <w:tc>
          <w:tcPr>
            <w:tcW w:w="534" w:type="dxa"/>
            <w:vAlign w:val="center"/>
          </w:tcPr>
          <w:p w:rsidR="00785950" w:rsidRDefault="00785950" w:rsidP="007512A6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C</w:t>
            </w:r>
          </w:p>
        </w:tc>
        <w:tc>
          <w:tcPr>
            <w:tcW w:w="1984" w:type="dxa"/>
            <w:vAlign w:val="center"/>
          </w:tcPr>
          <w:p w:rsidR="00785950" w:rsidRDefault="00785950" w:rsidP="00D65101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Completezza e precisione</w:t>
            </w:r>
          </w:p>
        </w:tc>
        <w:tc>
          <w:tcPr>
            <w:tcW w:w="1134" w:type="dxa"/>
          </w:tcPr>
          <w:p w:rsidR="00785950" w:rsidRDefault="00785950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:rsidR="00785950" w:rsidRDefault="00785950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:rsidR="00785950" w:rsidRDefault="00785950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388" w:type="dxa"/>
          </w:tcPr>
          <w:p w:rsidR="00785950" w:rsidRDefault="00785950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397" w:type="dxa"/>
          </w:tcPr>
          <w:p w:rsidR="00785950" w:rsidRDefault="00785950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</w:tr>
      <w:tr w:rsidR="00785950" w:rsidTr="007512A6">
        <w:trPr>
          <w:trHeight w:val="1112"/>
        </w:trPr>
        <w:tc>
          <w:tcPr>
            <w:tcW w:w="534" w:type="dxa"/>
            <w:vAlign w:val="center"/>
          </w:tcPr>
          <w:p w:rsidR="00785950" w:rsidRDefault="00785950" w:rsidP="007512A6">
            <w:pPr>
              <w:pStyle w:val="Paragrafoelenco"/>
              <w:ind w:left="0"/>
              <w:jc w:val="center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D</w:t>
            </w:r>
          </w:p>
        </w:tc>
        <w:tc>
          <w:tcPr>
            <w:tcW w:w="1984" w:type="dxa"/>
            <w:vAlign w:val="center"/>
          </w:tcPr>
          <w:p w:rsidR="00785950" w:rsidRDefault="00785950" w:rsidP="00D65101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  <w:r>
              <w:rPr>
                <w:b/>
                <w:noProof/>
                <w:sz w:val="24"/>
                <w:szCs w:val="24"/>
                <w:lang w:eastAsia="it-IT"/>
              </w:rPr>
              <w:t>Competenze</w:t>
            </w:r>
            <w:r w:rsidR="00D65101">
              <w:rPr>
                <w:b/>
                <w:noProof/>
                <w:sz w:val="24"/>
                <w:szCs w:val="24"/>
                <w:lang w:eastAsia="it-IT"/>
              </w:rPr>
              <w:t xml:space="preserve"> disciplinari</w:t>
            </w:r>
          </w:p>
        </w:tc>
        <w:tc>
          <w:tcPr>
            <w:tcW w:w="1134" w:type="dxa"/>
          </w:tcPr>
          <w:p w:rsidR="00785950" w:rsidRDefault="00785950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:rsidR="00785950" w:rsidRDefault="00785950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:rsidR="00785950" w:rsidRDefault="00785950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388" w:type="dxa"/>
          </w:tcPr>
          <w:p w:rsidR="00785950" w:rsidRDefault="00785950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1397" w:type="dxa"/>
          </w:tcPr>
          <w:p w:rsidR="00785950" w:rsidRDefault="00785950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</w:tr>
      <w:tr w:rsidR="00785950" w:rsidTr="00D65101">
        <w:trPr>
          <w:trHeight w:val="739"/>
        </w:trPr>
        <w:tc>
          <w:tcPr>
            <w:tcW w:w="534" w:type="dxa"/>
          </w:tcPr>
          <w:p w:rsidR="00785950" w:rsidRDefault="00785950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</w:p>
        </w:tc>
        <w:tc>
          <w:tcPr>
            <w:tcW w:w="6520" w:type="dxa"/>
            <w:gridSpan w:val="4"/>
          </w:tcPr>
          <w:p w:rsidR="00785950" w:rsidRPr="00D65101" w:rsidRDefault="00D65101" w:rsidP="00785950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 w:rsidRPr="00D65101">
              <w:rPr>
                <w:noProof/>
                <w:sz w:val="24"/>
                <w:szCs w:val="24"/>
                <w:lang w:eastAsia="it-IT"/>
              </w:rPr>
              <w:t>Il voto scaturisce dalla somma dei punteggi attribuiti alle quattro voci (max 20 punti), dividendo successivamente per 2 (voto in decimi).</w:t>
            </w:r>
          </w:p>
        </w:tc>
        <w:tc>
          <w:tcPr>
            <w:tcW w:w="2785" w:type="dxa"/>
            <w:gridSpan w:val="2"/>
          </w:tcPr>
          <w:p w:rsidR="00785950" w:rsidRPr="00D65101" w:rsidRDefault="00D65101" w:rsidP="00785950">
            <w:pPr>
              <w:pStyle w:val="Paragrafoelenco"/>
              <w:ind w:left="0"/>
              <w:rPr>
                <w:noProof/>
                <w:sz w:val="24"/>
                <w:szCs w:val="24"/>
                <w:lang w:eastAsia="it-IT"/>
              </w:rPr>
            </w:pPr>
            <w:r w:rsidRPr="00D65101">
              <w:rPr>
                <w:noProof/>
                <w:sz w:val="24"/>
                <w:szCs w:val="24"/>
                <w:lang w:eastAsia="it-IT"/>
              </w:rPr>
              <w:t>Somma: _______/ 20</w:t>
            </w:r>
          </w:p>
          <w:p w:rsidR="00D65101" w:rsidRDefault="00D65101" w:rsidP="00785950">
            <w:pPr>
              <w:pStyle w:val="Paragrafoelenco"/>
              <w:ind w:left="0"/>
              <w:rPr>
                <w:b/>
                <w:noProof/>
                <w:sz w:val="24"/>
                <w:szCs w:val="24"/>
                <w:lang w:eastAsia="it-IT"/>
              </w:rPr>
            </w:pPr>
            <w:r w:rsidRPr="00D65101">
              <w:rPr>
                <w:noProof/>
                <w:sz w:val="24"/>
                <w:szCs w:val="24"/>
                <w:lang w:eastAsia="it-IT"/>
              </w:rPr>
              <w:t>Voto: ______/10 (= somma diviso 2)</w:t>
            </w:r>
          </w:p>
        </w:tc>
      </w:tr>
    </w:tbl>
    <w:p w:rsidR="00785950" w:rsidRPr="00785950" w:rsidRDefault="00785950" w:rsidP="00785950">
      <w:pPr>
        <w:pStyle w:val="Paragrafoelenco"/>
        <w:ind w:left="0"/>
        <w:rPr>
          <w:b/>
          <w:noProof/>
          <w:sz w:val="24"/>
          <w:szCs w:val="24"/>
          <w:lang w:eastAsia="it-IT"/>
        </w:rPr>
      </w:pPr>
    </w:p>
    <w:sectPr w:rsidR="00785950" w:rsidRPr="00785950" w:rsidSect="00EA6E25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D19F6"/>
    <w:multiLevelType w:val="hybridMultilevel"/>
    <w:tmpl w:val="71D20006"/>
    <w:lvl w:ilvl="0" w:tplc="0410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950"/>
    <w:rsid w:val="000D4A2D"/>
    <w:rsid w:val="001619EC"/>
    <w:rsid w:val="00230567"/>
    <w:rsid w:val="002C490B"/>
    <w:rsid w:val="00465A38"/>
    <w:rsid w:val="00555DA0"/>
    <w:rsid w:val="00577172"/>
    <w:rsid w:val="00622393"/>
    <w:rsid w:val="006C1A68"/>
    <w:rsid w:val="007512A6"/>
    <w:rsid w:val="00785950"/>
    <w:rsid w:val="007E2326"/>
    <w:rsid w:val="009044D2"/>
    <w:rsid w:val="009D5495"/>
    <w:rsid w:val="00AD3483"/>
    <w:rsid w:val="00C80220"/>
    <w:rsid w:val="00CA1E30"/>
    <w:rsid w:val="00D532EA"/>
    <w:rsid w:val="00D64243"/>
    <w:rsid w:val="00D65101"/>
    <w:rsid w:val="00EA6E25"/>
    <w:rsid w:val="00F01553"/>
    <w:rsid w:val="00FA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77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7717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717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859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77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7717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717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859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istitutoagostinelli.it/en/Immagini/LogoIISS.JP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://www.istitutoagostinelli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bris006001@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ris006001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2\Desktop\INTESTA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</Template>
  <TotalTime>19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UTENTE2</dc:creator>
  <cp:lastModifiedBy>UTENTE2</cp:lastModifiedBy>
  <cp:revision>4</cp:revision>
  <cp:lastPrinted>2020-11-10T11:00:00Z</cp:lastPrinted>
  <dcterms:created xsi:type="dcterms:W3CDTF">2020-11-10T09:08:00Z</dcterms:created>
  <dcterms:modified xsi:type="dcterms:W3CDTF">2020-11-10T11:00:00Z</dcterms:modified>
</cp:coreProperties>
</file>